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452" w:rsidRDefault="00D11452" w:rsidP="00540EE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D11452" w:rsidRDefault="00D11452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D11452" w:rsidRDefault="00D11452" w:rsidP="00540EE1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D11452" w:rsidRDefault="00D11452" w:rsidP="00540EE1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D11452" w:rsidRDefault="00D11452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D11452" w:rsidRDefault="00D11452" w:rsidP="00540EE1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D11452" w:rsidRDefault="00D11452" w:rsidP="00090E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D11452" w:rsidRDefault="00D11452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D11452" w:rsidRDefault="00D11452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t.j. </w:t>
      </w:r>
      <w:r w:rsidRPr="00C1499C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8 r. poz.1986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 xml:space="preserve">dalej jako  UPZP, </w:t>
      </w:r>
    </w:p>
    <w:p w:rsidR="00D11452" w:rsidRDefault="00D11452" w:rsidP="00090EA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D11452" w:rsidRDefault="00D11452" w:rsidP="00540EE1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D11452" w:rsidRPr="009C67FF" w:rsidRDefault="00D11452" w:rsidP="002F7046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7F3A94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 w:rsidRPr="009C67FF">
        <w:rPr>
          <w:rFonts w:ascii="Arial" w:hAnsi="Arial" w:cs="Arial"/>
          <w:b/>
          <w:bCs/>
          <w:i/>
          <w:iCs/>
          <w:sz w:val="21"/>
          <w:szCs w:val="21"/>
        </w:rPr>
        <w:t xml:space="preserve">Konserwacja i naprawy awaryjne urządzeń oświetlenia ulic własności Gminy Bydgoszcz </w:t>
      </w:r>
    </w:p>
    <w:p w:rsidR="00D11452" w:rsidRPr="007F3A94" w:rsidRDefault="00D11452" w:rsidP="002F7046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9C67FF">
        <w:rPr>
          <w:rFonts w:ascii="Arial" w:hAnsi="Arial" w:cs="Arial"/>
          <w:b/>
          <w:bCs/>
          <w:i/>
          <w:iCs/>
          <w:sz w:val="21"/>
          <w:szCs w:val="21"/>
        </w:rPr>
        <w:t>na terenie Miasta Bydgoszczy w 2019 roku</w:t>
      </w:r>
      <w:r>
        <w:rPr>
          <w:rFonts w:ascii="Arial" w:hAnsi="Arial" w:cs="Arial"/>
          <w:b/>
          <w:bCs/>
          <w:i/>
          <w:iCs/>
          <w:sz w:val="21"/>
          <w:szCs w:val="21"/>
        </w:rPr>
        <w:t xml:space="preserve"> –</w:t>
      </w:r>
      <w:r w:rsidRPr="004F3D20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i/>
          <w:iCs/>
          <w:sz w:val="21"/>
          <w:szCs w:val="21"/>
        </w:rPr>
        <w:t>OBSZAR II</w:t>
      </w:r>
      <w:r w:rsidRPr="007F3A94">
        <w:rPr>
          <w:rFonts w:ascii="Arial" w:hAnsi="Arial" w:cs="Arial"/>
          <w:b/>
          <w:bCs/>
          <w:i/>
          <w:iCs/>
          <w:sz w:val="21"/>
          <w:szCs w:val="21"/>
        </w:rPr>
        <w:t>.”</w:t>
      </w:r>
    </w:p>
    <w:p w:rsidR="00D11452" w:rsidRDefault="00D11452" w:rsidP="00540EE1">
      <w:pPr>
        <w:spacing w:after="0" w:line="360" w:lineRule="auto"/>
        <w:ind w:firstLine="70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D11452" w:rsidRDefault="00D11452" w:rsidP="00090EA5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D11452" w:rsidRPr="00540EE1" w:rsidRDefault="00D11452" w:rsidP="00540EE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 1 pkt 13-22 UPZP.</w:t>
      </w:r>
    </w:p>
    <w:p w:rsidR="00D11452" w:rsidRDefault="00D11452" w:rsidP="00090EA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ust. 5 pkt 1 i 8 UPZP.</w:t>
      </w:r>
    </w:p>
    <w:p w:rsidR="00D11452" w:rsidRDefault="00D11452" w:rsidP="00540E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……………………………………………………</w:t>
      </w:r>
    </w:p>
    <w:p w:rsidR="00D11452" w:rsidRDefault="00D11452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D11452" w:rsidRDefault="00D11452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11452" w:rsidRDefault="00D11452" w:rsidP="00E75EDD">
      <w:pPr>
        <w:spacing w:after="0"/>
        <w:jc w:val="both"/>
        <w:rPr>
          <w:i/>
          <w:sz w:val="21"/>
          <w:szCs w:val="21"/>
        </w:rPr>
      </w:pPr>
      <w:r w:rsidRPr="00540EE1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D11452" w:rsidRPr="00E75EDD" w:rsidRDefault="00D11452" w:rsidP="00090EA5">
      <w:pPr>
        <w:jc w:val="both"/>
        <w:rPr>
          <w:i/>
          <w:sz w:val="8"/>
          <w:szCs w:val="21"/>
        </w:rPr>
      </w:pPr>
    </w:p>
    <w:p w:rsidR="00D11452" w:rsidRDefault="00D11452" w:rsidP="00090EA5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UPZP</w:t>
      </w:r>
      <w:r>
        <w:rPr>
          <w:rFonts w:ascii="Arial" w:hAnsi="Arial" w:cs="Arial"/>
          <w:sz w:val="20"/>
          <w:szCs w:val="20"/>
        </w:rPr>
        <w:t xml:space="preserve"> </w:t>
      </w:r>
      <w:r w:rsidRPr="00362672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1"/>
          <w:szCs w:val="21"/>
        </w:rPr>
        <w:t>pkt 1 i 8 UPZP</w:t>
      </w:r>
      <w:r w:rsidRPr="00362672">
        <w:rPr>
          <w:rFonts w:ascii="Arial" w:hAnsi="Arial" w:cs="Arial"/>
          <w:i/>
          <w:sz w:val="21"/>
          <w:szCs w:val="21"/>
        </w:rPr>
        <w:t>).</w:t>
      </w:r>
    </w:p>
    <w:p w:rsidR="00D11452" w:rsidRDefault="00D11452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UPZP podjąłem następujące środki naprawcze: </w:t>
      </w:r>
    </w:p>
    <w:p w:rsidR="00D11452" w:rsidRDefault="00D11452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D11452" w:rsidRDefault="00D11452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…………………………………………………………………………………………………………………………………………………………………………………………………………………..………………….............</w:t>
      </w:r>
    </w:p>
    <w:p w:rsidR="00D11452" w:rsidRDefault="00D11452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1452" w:rsidRDefault="00D11452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D11452" w:rsidRDefault="00D11452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D11452" w:rsidRDefault="00D11452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11452" w:rsidRDefault="00D11452" w:rsidP="00090EA5">
      <w:pPr>
        <w:jc w:val="both"/>
        <w:rPr>
          <w:i/>
        </w:rPr>
      </w:pPr>
      <w:r w:rsidRPr="00836300">
        <w:rPr>
          <w:i/>
        </w:rPr>
        <w:t xml:space="preserve">* podpis(y) osoby(osób) uprawnionej(ych) do składania oświadczeń woli w imieniu wykonawcy/pełnomocnika </w:t>
      </w:r>
    </w:p>
    <w:p w:rsidR="00D11452" w:rsidRPr="00B34D0E" w:rsidRDefault="00D11452" w:rsidP="00AD06DD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 w:rsidRPr="00B34D0E"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D11452" w:rsidRPr="00E96C5D" w:rsidRDefault="00D11452" w:rsidP="00AD06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tj.:……………………………………... …….………………………………………………………………………………………….………..……………………………………………………………………………………………</w:t>
      </w:r>
    </w:p>
    <w:p w:rsidR="00D11452" w:rsidRPr="00E96C5D" w:rsidRDefault="00D11452" w:rsidP="00AD06DD">
      <w:pPr>
        <w:spacing w:line="360" w:lineRule="auto"/>
        <w:jc w:val="center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(podać pełną nazwę/firmę, adres, a także w zależności od podmiotu: NIP/PESEL, KRS/CEiDG)</w:t>
      </w:r>
    </w:p>
    <w:p w:rsidR="00D11452" w:rsidRPr="00E96C5D" w:rsidRDefault="00D11452" w:rsidP="00AD06D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nie zachodzą podstawy wykluczenia z postępowania o udzielenie zamówienia, o  których mowa w art. 24 ust. 1 pkt. 13-22 i ust. 5 pkt 1 i 8 UPZP</w:t>
      </w:r>
    </w:p>
    <w:p w:rsidR="00D11452" w:rsidRPr="00E96C5D" w:rsidRDefault="00D11452" w:rsidP="00AD06D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11452" w:rsidRDefault="00D11452" w:rsidP="004102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D11452" w:rsidRDefault="00D11452" w:rsidP="0041025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D11452" w:rsidRPr="00E96C5D" w:rsidRDefault="00D11452" w:rsidP="00AD06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D11452" w:rsidRPr="00E96C5D" w:rsidRDefault="00D11452" w:rsidP="00AD06DD">
      <w:pPr>
        <w:jc w:val="both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D11452" w:rsidRDefault="00D11452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11452" w:rsidRDefault="00D11452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11452" w:rsidRDefault="00D11452" w:rsidP="00090EA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11452" w:rsidRDefault="00D11452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11452" w:rsidRDefault="00D11452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1452" w:rsidRDefault="00D11452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…..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11452" w:rsidRDefault="00D11452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D11452" w:rsidRPr="00E75EDD" w:rsidRDefault="00D11452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D11452" w:rsidRPr="00E75EDD" w:rsidRDefault="00D11452" w:rsidP="00090EA5">
      <w:pPr>
        <w:jc w:val="both"/>
        <w:rPr>
          <w:i/>
          <w:sz w:val="21"/>
          <w:szCs w:val="21"/>
        </w:rPr>
      </w:pPr>
      <w:r w:rsidRPr="00E75EDD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D11452" w:rsidRDefault="00D11452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D11452" w:rsidRDefault="00D11452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D11452" w:rsidRDefault="00D11452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D11452" w:rsidRDefault="00D11452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D11452" w:rsidRDefault="00D11452" w:rsidP="00090EA5">
      <w:pPr>
        <w:ind w:right="8788"/>
        <w:rPr>
          <w:i/>
          <w:iCs/>
        </w:rPr>
      </w:pPr>
      <w:r w:rsidRPr="004C2D65"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D11452" w:rsidRPr="006975BB" w:rsidRDefault="00D11452" w:rsidP="00090EA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 xml:space="preserve">Oświadczenie należy złożyć w oryginale. </w:t>
      </w:r>
    </w:p>
    <w:p w:rsidR="00D11452" w:rsidRPr="006975BB" w:rsidRDefault="00D11452" w:rsidP="00090EA5">
      <w:pPr>
        <w:jc w:val="both"/>
        <w:rPr>
          <w:i/>
        </w:rPr>
      </w:pPr>
      <w:r w:rsidRPr="006975BB">
        <w:rPr>
          <w:i/>
        </w:rPr>
        <w:t>Oświadczenie składa każdy z wykonawców wspólnie ubiegających się o udzielenie zamówienia.</w:t>
      </w:r>
    </w:p>
    <w:p w:rsidR="00D11452" w:rsidRDefault="00D11452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D11452" w:rsidRDefault="00D11452" w:rsidP="00090EA5"/>
    <w:p w:rsidR="00D11452" w:rsidRPr="00090EA5" w:rsidRDefault="00D11452" w:rsidP="00090EA5"/>
    <w:sectPr w:rsidR="00D11452" w:rsidRPr="00090EA5" w:rsidSect="00540EE1">
      <w:headerReference w:type="default" r:id="rId7"/>
      <w:footerReference w:type="default" r:id="rId8"/>
      <w:pgSz w:w="11906" w:h="16838"/>
      <w:pgMar w:top="993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452" w:rsidRDefault="00D11452" w:rsidP="008B6F0F">
      <w:pPr>
        <w:spacing w:after="0" w:line="240" w:lineRule="auto"/>
      </w:pPr>
      <w:r>
        <w:separator/>
      </w:r>
    </w:p>
  </w:endnote>
  <w:endnote w:type="continuationSeparator" w:id="0">
    <w:p w:rsidR="00D11452" w:rsidRDefault="00D11452" w:rsidP="008B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452" w:rsidRPr="008B6F0F" w:rsidRDefault="00D11452">
    <w:pPr>
      <w:pStyle w:val="Footer"/>
      <w:jc w:val="center"/>
      <w:rPr>
        <w:sz w:val="24"/>
      </w:rPr>
    </w:pPr>
    <w:r w:rsidRPr="008B6F0F">
      <w:rPr>
        <w:sz w:val="24"/>
      </w:rPr>
      <w:t xml:space="preserve">Strona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PAGE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1</w:t>
    </w:r>
    <w:r w:rsidRPr="008B6F0F">
      <w:rPr>
        <w:b/>
        <w:sz w:val="24"/>
      </w:rPr>
      <w:fldChar w:fldCharType="end"/>
    </w:r>
    <w:r w:rsidRPr="008B6F0F">
      <w:rPr>
        <w:sz w:val="24"/>
      </w:rPr>
      <w:t xml:space="preserve"> z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NUMPAGES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</w:p>
  <w:p w:rsidR="00D11452" w:rsidRDefault="00D114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452" w:rsidRDefault="00D11452" w:rsidP="008B6F0F">
      <w:pPr>
        <w:spacing w:after="0" w:line="240" w:lineRule="auto"/>
      </w:pPr>
      <w:r>
        <w:separator/>
      </w:r>
    </w:p>
  </w:footnote>
  <w:footnote w:type="continuationSeparator" w:id="0">
    <w:p w:rsidR="00D11452" w:rsidRDefault="00D11452" w:rsidP="008B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452" w:rsidRDefault="00D11452" w:rsidP="004778FB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  <w:rPr>
        <w:rFonts w:ascii="Arial" w:hAnsi="Arial" w:cs="Arial"/>
        <w:sz w:val="18"/>
        <w:szCs w:val="18"/>
      </w:rPr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 xml:space="preserve">053/2018              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>braku podstaw do wykluczenia</w:t>
    </w:r>
  </w:p>
  <w:p w:rsidR="00D11452" w:rsidRPr="003875C0" w:rsidRDefault="00D11452" w:rsidP="004778FB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</w:pP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10-II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i/>
        <w:iCs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F60"/>
    <w:rsid w:val="000036C0"/>
    <w:rsid w:val="000277CB"/>
    <w:rsid w:val="00030171"/>
    <w:rsid w:val="00037F0B"/>
    <w:rsid w:val="00074939"/>
    <w:rsid w:val="00090EA5"/>
    <w:rsid w:val="000B18A4"/>
    <w:rsid w:val="00152782"/>
    <w:rsid w:val="001E3C9C"/>
    <w:rsid w:val="001F6676"/>
    <w:rsid w:val="00205C1C"/>
    <w:rsid w:val="002957D3"/>
    <w:rsid w:val="002A3E28"/>
    <w:rsid w:val="002C72A5"/>
    <w:rsid w:val="002F3DB9"/>
    <w:rsid w:val="002F4865"/>
    <w:rsid w:val="002F7046"/>
    <w:rsid w:val="0032081F"/>
    <w:rsid w:val="003419B0"/>
    <w:rsid w:val="00362672"/>
    <w:rsid w:val="003817A8"/>
    <w:rsid w:val="003875C0"/>
    <w:rsid w:val="003B1F60"/>
    <w:rsid w:val="003D5C62"/>
    <w:rsid w:val="0041025B"/>
    <w:rsid w:val="0041211B"/>
    <w:rsid w:val="00467D6A"/>
    <w:rsid w:val="004778FB"/>
    <w:rsid w:val="00483AF9"/>
    <w:rsid w:val="00484B45"/>
    <w:rsid w:val="004C2D65"/>
    <w:rsid w:val="004D2FA9"/>
    <w:rsid w:val="004F3D20"/>
    <w:rsid w:val="00540EE1"/>
    <w:rsid w:val="00557E51"/>
    <w:rsid w:val="005763C1"/>
    <w:rsid w:val="005C0B73"/>
    <w:rsid w:val="00610234"/>
    <w:rsid w:val="006975BB"/>
    <w:rsid w:val="006B0FC9"/>
    <w:rsid w:val="006C15B1"/>
    <w:rsid w:val="00707F1C"/>
    <w:rsid w:val="00742977"/>
    <w:rsid w:val="00750B21"/>
    <w:rsid w:val="007A2CAF"/>
    <w:rsid w:val="007C181A"/>
    <w:rsid w:val="007F3A94"/>
    <w:rsid w:val="00836300"/>
    <w:rsid w:val="00845FE1"/>
    <w:rsid w:val="008B6F0F"/>
    <w:rsid w:val="008F73BE"/>
    <w:rsid w:val="009115AA"/>
    <w:rsid w:val="00966775"/>
    <w:rsid w:val="009C67FF"/>
    <w:rsid w:val="00A618EC"/>
    <w:rsid w:val="00A75432"/>
    <w:rsid w:val="00AA3173"/>
    <w:rsid w:val="00AD06DD"/>
    <w:rsid w:val="00B07A7F"/>
    <w:rsid w:val="00B34D0E"/>
    <w:rsid w:val="00B52711"/>
    <w:rsid w:val="00B714E3"/>
    <w:rsid w:val="00C1499C"/>
    <w:rsid w:val="00C42B8E"/>
    <w:rsid w:val="00CB062B"/>
    <w:rsid w:val="00D11452"/>
    <w:rsid w:val="00D218C8"/>
    <w:rsid w:val="00D40E5A"/>
    <w:rsid w:val="00D60C29"/>
    <w:rsid w:val="00DD27A4"/>
    <w:rsid w:val="00E24D01"/>
    <w:rsid w:val="00E25EFF"/>
    <w:rsid w:val="00E75EDD"/>
    <w:rsid w:val="00E76B8C"/>
    <w:rsid w:val="00E96C5D"/>
    <w:rsid w:val="00E972B2"/>
    <w:rsid w:val="00EA7859"/>
    <w:rsid w:val="00EC6594"/>
    <w:rsid w:val="00ED0035"/>
    <w:rsid w:val="00EF4412"/>
    <w:rsid w:val="00EF64EE"/>
    <w:rsid w:val="00F06A82"/>
    <w:rsid w:val="00F3238F"/>
    <w:rsid w:val="00FD6138"/>
    <w:rsid w:val="00FE15F0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F60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B1F60"/>
    <w:pPr>
      <w:ind w:left="720"/>
      <w:contextualSpacing/>
    </w:pPr>
  </w:style>
  <w:style w:type="paragraph" w:styleId="Header">
    <w:name w:val="header"/>
    <w:aliases w:val="Nagłówek strony"/>
    <w:basedOn w:val="Normal"/>
    <w:link w:val="HeaderChar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8B6F0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6F0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76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</Pages>
  <Words>456</Words>
  <Characters>2740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Szałata</cp:lastModifiedBy>
  <cp:revision>29</cp:revision>
  <cp:lastPrinted>2018-11-19T08:11:00Z</cp:lastPrinted>
  <dcterms:created xsi:type="dcterms:W3CDTF">2018-02-20T08:11:00Z</dcterms:created>
  <dcterms:modified xsi:type="dcterms:W3CDTF">2018-11-19T08:11:00Z</dcterms:modified>
</cp:coreProperties>
</file>